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F20" w:rsidRDefault="007907E1" w:rsidP="00595FD8">
      <w:pPr>
        <w:jc w:val="center"/>
        <w:rPr>
          <w:b/>
          <w:bCs/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-388620</wp:posOffset>
                </wp:positionV>
                <wp:extent cx="1714500" cy="914400"/>
                <wp:effectExtent l="0" t="1905" r="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4F20" w:rsidRDefault="007907E1" w:rsidP="00595FD8">
                            <w:r>
                              <w:rPr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>
                                  <wp:extent cx="1447800" cy="771525"/>
                                  <wp:effectExtent l="0" t="0" r="0" b="9525"/>
                                  <wp:docPr id="2" name="Picture 0" descr="Log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0" descr="Log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4780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27pt;margin-top:-30.6pt;width:135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o38sAIAALkFAAAOAAAAZHJzL2Uyb0RvYy54bWysVNtu2zAMfR+wfxD07vgy5WKjTtHE8TCg&#10;uwDtPkCx5ViYLXmSErsr9u+j5CRNWwwYtvnBkETqkIc84tX10DbowJTmUqQ4nAQYMVHIkotdir/e&#10;594CI22oKGkjBUvxA9P4evn2zVXfJSyStWxKphCACJ30XYprY7rE93VRs5bqieyYAGMlVUsNbNXO&#10;LxXtAb1t/CgIZn4vVdkpWTCt4TQbjXjp8KuKFeZzVWlmUJNiyM24v3L/rf37yyua7BTtal4c06B/&#10;kUVLuYCgZ6iMGor2ir+CanmhpJaVmRSy9WVV8YI5DsAmDF6wuatpxxwXKI7uzmXS/w+2+HT4ohAv&#10;oXcYCdpCi+7ZYNBKDmhuq9N3OgGnuw7czADH1tMy1d2tLL5pJOS6pmLHbpSSfc1oCdmF9qZ/cXXE&#10;0RZk23+UJYSheyMd0FCp1gJCMRCgQ5cezp2xqRQ25Dwk0wBMBdjikBBY2xA0Od3ulDbvmWyRXaRY&#10;QecdOj3cajO6nlxsMCFz3jRwTpNGPDsAzPEEYsNVa7NZuGY+xkG8WWwWxCPRbOORIMu8m3xNvFke&#10;zqfZu2y9zsKfNm5IkpqXJRM2zElYIfmzxh0lPkriLC0tG15aOJuSVrvtulHoQEHYufuOBblw85+n&#10;4eoFXF5QCiMSrKLYy2eLuUdyMvXiebDwgjBexbOAxCTLn1O65YL9OyXUQyen0XQU02+5Be57zY0m&#10;LTcwOhrepnhxdqKJleBGlK61hvJmXF+Uwqb/VApo96nRTrBWo6NazbAdAMWqeCvLB5CukqAsECHM&#10;O1jUUv3AqIfZkWL9fU8Vw6j5IED+TqAwbNyGTOcR3FGXlu2lhYoCoFJsMBqXazMOqH2n+K6GSOOD&#10;E/IGnkzFnZqfsjo+NJgPjtRxltkBdLl3Xk8Td/kLAAD//wMAUEsDBBQABgAIAAAAIQBRa3rv3wAA&#10;AAoBAAAPAAAAZHJzL2Rvd25yZXYueG1sTI/NTsMwEITvSLyDtUi9tXaiNgohTlUVcS2i/Ejc3Hib&#10;RMTrKHab8PYsJ7jt7oxmvym3s+vFFcfQedKQrBQIpNrbjhoNb69PyxxEiIas6T2hhm8MsK1ub0pT&#10;WD/RC16PsREcQqEwGtoYh0LKULfoTFj5AYm1sx+dibyOjbSjmTjc9TJVKpPOdMQfWjPgvsX663hx&#10;Gt4P58+PtXpuHt1mmPysJLl7qfXibt49gIg4xz8z/OIzOlTMdPIXskH0GpabNXeJPGRJCoIdaZLx&#10;5aQhT3OQVSn/V6h+AAAA//8DAFBLAQItABQABgAIAAAAIQC2gziS/gAAAOEBAAATAAAAAAAAAAAA&#10;AAAAAAAAAABbQ29udGVudF9UeXBlc10ueG1sUEsBAi0AFAAGAAgAAAAhADj9If/WAAAAlAEAAAsA&#10;AAAAAAAAAAAAAAAALwEAAF9yZWxzLy5yZWxzUEsBAi0AFAAGAAgAAAAhAMvOjfywAgAAuQUAAA4A&#10;AAAAAAAAAAAAAAAALgIAAGRycy9lMm9Eb2MueG1sUEsBAi0AFAAGAAgAAAAhAFFreu/fAAAACgEA&#10;AA8AAAAAAAAAAAAAAAAACgUAAGRycy9kb3ducmV2LnhtbFBLBQYAAAAABAAEAPMAAAAWBgAAAAA=&#10;" filled="f" stroked="f">
                <v:textbox>
                  <w:txbxContent>
                    <w:p w:rsidR="00174F20" w:rsidRDefault="007907E1" w:rsidP="00595FD8">
                      <w:r>
                        <w:rPr>
                          <w:b/>
                          <w:bCs/>
                          <w:noProof/>
                        </w:rPr>
                        <w:drawing>
                          <wp:inline distT="0" distB="0" distL="0" distR="0">
                            <wp:extent cx="1447800" cy="771525"/>
                            <wp:effectExtent l="0" t="0" r="0" b="9525"/>
                            <wp:docPr id="2" name="Picture 0" descr="Log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0" descr="Log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47800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174F20" w:rsidRDefault="00174F20" w:rsidP="00595FD8">
      <w:pPr>
        <w:jc w:val="center"/>
        <w:rPr>
          <w:b/>
          <w:bCs/>
          <w:noProof/>
        </w:rPr>
      </w:pPr>
      <w:smartTag w:uri="urn:schemas-microsoft-com:office:smarttags" w:element="place">
        <w:smartTag w:uri="urn:schemas-microsoft-com:office:smarttags" w:element="City">
          <w:r>
            <w:rPr>
              <w:b/>
              <w:bCs/>
              <w:noProof/>
            </w:rPr>
            <w:t>Sacramento</w:t>
          </w:r>
        </w:smartTag>
      </w:smartTag>
      <w:r>
        <w:rPr>
          <w:b/>
          <w:bCs/>
          <w:noProof/>
        </w:rPr>
        <w:t xml:space="preserve"> Chapter</w:t>
      </w:r>
    </w:p>
    <w:p w:rsidR="00174F20" w:rsidRDefault="00174F20" w:rsidP="00595FD8">
      <w:pPr>
        <w:jc w:val="center"/>
        <w:rPr>
          <w:b/>
          <w:bCs/>
          <w:noProof/>
        </w:rPr>
      </w:pPr>
      <w:r>
        <w:rPr>
          <w:b/>
          <w:bCs/>
          <w:noProof/>
        </w:rPr>
        <w:t>Board of Director’s Minutes</w:t>
      </w:r>
    </w:p>
    <w:p w:rsidR="00174F20" w:rsidRDefault="00CF44E9" w:rsidP="00595FD8">
      <w:pPr>
        <w:jc w:val="center"/>
        <w:rPr>
          <w:b/>
          <w:bCs/>
          <w:noProof/>
        </w:rPr>
      </w:pPr>
      <w:r>
        <w:rPr>
          <w:b/>
          <w:bCs/>
          <w:noProof/>
        </w:rPr>
        <w:t>February 11</w:t>
      </w:r>
      <w:r w:rsidR="00C2089F">
        <w:rPr>
          <w:b/>
          <w:bCs/>
          <w:noProof/>
        </w:rPr>
        <w:t>, 2014</w:t>
      </w:r>
    </w:p>
    <w:p w:rsidR="00174F20" w:rsidRDefault="00174F20" w:rsidP="00595FD8">
      <w:pPr>
        <w:jc w:val="center"/>
      </w:pPr>
    </w:p>
    <w:p w:rsidR="00B443CA" w:rsidRDefault="00B443CA" w:rsidP="00B443CA"/>
    <w:p w:rsidR="00B443CA" w:rsidRDefault="00B443CA" w:rsidP="00B443CA">
      <w:r>
        <w:t>CALL MEETING TO ORDER</w:t>
      </w:r>
    </w:p>
    <w:p w:rsidR="00B443CA" w:rsidRDefault="00B443CA" w:rsidP="00B443CA">
      <w:r>
        <w:tab/>
        <w:t>The meeting is called to order 9:</w:t>
      </w:r>
      <w:r w:rsidR="00CF44E9">
        <w:t>2</w:t>
      </w:r>
      <w:r>
        <w:t>0 am.</w:t>
      </w:r>
    </w:p>
    <w:p w:rsidR="00B443CA" w:rsidRDefault="00B443CA" w:rsidP="00B443CA"/>
    <w:p w:rsidR="00B443CA" w:rsidRDefault="00B443CA" w:rsidP="00B443CA"/>
    <w:p w:rsidR="00C2089F" w:rsidRPr="00265C4F" w:rsidRDefault="00C2089F" w:rsidP="00C2089F">
      <w:pPr>
        <w:autoSpaceDE w:val="0"/>
        <w:autoSpaceDN w:val="0"/>
        <w:adjustRightInd w:val="0"/>
        <w:rPr>
          <w:b/>
          <w:bCs/>
          <w:color w:val="000000"/>
        </w:rPr>
      </w:pPr>
      <w:r w:rsidRPr="00265C4F">
        <w:rPr>
          <w:b/>
          <w:bCs/>
          <w:color w:val="000000"/>
        </w:rPr>
        <w:t>MEMBERS</w:t>
      </w:r>
    </w:p>
    <w:p w:rsidR="00C2089F" w:rsidRPr="00265C4F" w:rsidRDefault="00C2089F" w:rsidP="00C2089F">
      <w:pPr>
        <w:autoSpaceDE w:val="0"/>
        <w:autoSpaceDN w:val="0"/>
        <w:adjustRightInd w:val="0"/>
        <w:rPr>
          <w:b/>
          <w:bCs/>
          <w:color w:val="000000"/>
        </w:rPr>
      </w:pPr>
    </w:p>
    <w:p w:rsidR="00C2089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President: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  <w:t xml:space="preserve">Shawn Collins 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265C4F">
        <w:rPr>
          <w:color w:val="000000"/>
        </w:rPr>
        <w:t>Vice President: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="00CF44E9">
        <w:rPr>
          <w:color w:val="000000"/>
        </w:rPr>
        <w:t>*</w:t>
      </w:r>
      <w:r w:rsidRPr="00265C4F">
        <w:rPr>
          <w:color w:val="000000"/>
          <w:sz w:val="22"/>
          <w:szCs w:val="22"/>
        </w:rPr>
        <w:t>Derek Clark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President Elect: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  <w:t>Shawn Collins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Secretary: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>
        <w:rPr>
          <w:color w:val="000000"/>
        </w:rPr>
        <w:t>Michelle McGraw</w:t>
      </w:r>
    </w:p>
    <w:p w:rsidR="00C2089F" w:rsidRPr="00CA2709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Treasurer: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CA2709">
        <w:rPr>
          <w:color w:val="000000"/>
          <w:u w:val="single"/>
        </w:rPr>
        <w:t>Janet S. Regan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Education Chair: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>
        <w:rPr>
          <w:color w:val="000000"/>
        </w:rPr>
        <w:t xml:space="preserve">Alexandra Goldthwaite 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Membership Chair: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>
        <w:rPr>
          <w:color w:val="000000"/>
        </w:rPr>
        <w:tab/>
        <w:t xml:space="preserve">Michelle Wight / </w:t>
      </w:r>
      <w:r w:rsidR="00CA2709">
        <w:rPr>
          <w:color w:val="000000"/>
        </w:rPr>
        <w:t>*</w:t>
      </w:r>
      <w:proofErr w:type="spellStart"/>
      <w:r>
        <w:rPr>
          <w:color w:val="000000"/>
        </w:rPr>
        <w:t>Leilani</w:t>
      </w:r>
      <w:proofErr w:type="spellEnd"/>
      <w:r>
        <w:rPr>
          <w:color w:val="000000"/>
        </w:rPr>
        <w:t xml:space="preserve"> Rosenblatt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Legislative Chair: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>
        <w:rPr>
          <w:color w:val="000000"/>
        </w:rPr>
        <w:t>Teresa Limon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Affiliate Chair: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="00FF1F9F">
        <w:rPr>
          <w:color w:val="000000"/>
        </w:rPr>
        <w:t xml:space="preserve">Amanda Rawls </w:t>
      </w:r>
      <w:r w:rsidRPr="00265C4F">
        <w:rPr>
          <w:color w:val="000000"/>
        </w:rPr>
        <w:tab/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 xml:space="preserve">Social Media Chair:  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>
        <w:rPr>
          <w:color w:val="000000"/>
        </w:rPr>
        <w:tab/>
      </w:r>
      <w:r w:rsidRPr="00265C4F">
        <w:rPr>
          <w:color w:val="000000"/>
        </w:rPr>
        <w:t xml:space="preserve">Andy </w:t>
      </w:r>
      <w:proofErr w:type="spellStart"/>
      <w:r w:rsidRPr="00265C4F">
        <w:rPr>
          <w:color w:val="000000"/>
        </w:rPr>
        <w:t>Pokorny</w:t>
      </w:r>
      <w:proofErr w:type="spellEnd"/>
      <w:r>
        <w:rPr>
          <w:color w:val="000000"/>
        </w:rPr>
        <w:t xml:space="preserve"> / Christina Emphasis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Publications Chair: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>
        <w:rPr>
          <w:color w:val="000000"/>
        </w:rPr>
        <w:tab/>
        <w:t xml:space="preserve"> </w:t>
      </w:r>
    </w:p>
    <w:p w:rsidR="00C2089F" w:rsidRDefault="00C2089F" w:rsidP="00C2089F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Newsletter Chair: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9568F8">
        <w:rPr>
          <w:color w:val="000000"/>
          <w:u w:val="single"/>
        </w:rPr>
        <w:t>Carmen Bird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Events Coordinator: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>
        <w:rPr>
          <w:color w:val="000000"/>
        </w:rPr>
        <w:tab/>
      </w:r>
      <w:r w:rsidR="00CF44E9">
        <w:rPr>
          <w:color w:val="000000"/>
        </w:rPr>
        <w:t>*</w:t>
      </w:r>
      <w:r w:rsidRPr="00265C4F">
        <w:rPr>
          <w:color w:val="000000"/>
        </w:rPr>
        <w:t xml:space="preserve">Bev </w:t>
      </w:r>
      <w:proofErr w:type="spellStart"/>
      <w:r w:rsidRPr="00265C4F">
        <w:rPr>
          <w:color w:val="000000"/>
        </w:rPr>
        <w:t>Hoeft</w:t>
      </w:r>
      <w:proofErr w:type="spellEnd"/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>Directors: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CF44E9">
        <w:rPr>
          <w:color w:val="000000"/>
          <w:u w:val="single"/>
        </w:rPr>
        <w:t>Deborah Henning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>
        <w:rPr>
          <w:color w:val="000000"/>
        </w:rPr>
        <w:t>Janelle Nord</w:t>
      </w:r>
    </w:p>
    <w:p w:rsidR="00C2089F" w:rsidRPr="00CF44E9" w:rsidRDefault="00C2089F" w:rsidP="00C2089F">
      <w:pPr>
        <w:autoSpaceDE w:val="0"/>
        <w:autoSpaceDN w:val="0"/>
        <w:adjustRightInd w:val="0"/>
        <w:ind w:left="3600" w:firstLine="720"/>
        <w:rPr>
          <w:color w:val="000000"/>
          <w:u w:val="single"/>
        </w:rPr>
      </w:pPr>
      <w:r w:rsidRPr="00CF44E9">
        <w:rPr>
          <w:color w:val="000000"/>
          <w:u w:val="single"/>
        </w:rPr>
        <w:t xml:space="preserve">Roger </w:t>
      </w:r>
      <w:proofErr w:type="spellStart"/>
      <w:r w:rsidRPr="00CF44E9">
        <w:rPr>
          <w:color w:val="000000"/>
          <w:u w:val="single"/>
        </w:rPr>
        <w:t>Cornette</w:t>
      </w:r>
      <w:proofErr w:type="spellEnd"/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  <w:u w:val="single"/>
        </w:rPr>
      </w:pPr>
      <w:r w:rsidRPr="00265C4F">
        <w:rPr>
          <w:color w:val="000000"/>
        </w:rPr>
        <w:t xml:space="preserve">Past President </w:t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 w:rsidRPr="00265C4F">
        <w:rPr>
          <w:color w:val="000000"/>
        </w:rPr>
        <w:tab/>
      </w:r>
      <w:r>
        <w:rPr>
          <w:color w:val="000000"/>
        </w:rPr>
        <w:tab/>
      </w:r>
      <w:r w:rsidRPr="00CF44E9">
        <w:rPr>
          <w:color w:val="000000"/>
          <w:u w:val="single"/>
        </w:rPr>
        <w:t>Bob Thomas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  <w:u w:val="single"/>
        </w:rPr>
      </w:pP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  <w:u w:val="single"/>
        </w:rPr>
      </w:pPr>
      <w:r w:rsidRPr="00265C4F">
        <w:rPr>
          <w:color w:val="000000"/>
        </w:rPr>
        <w:t xml:space="preserve">*Members that arrived after the meeting was called to order. </w:t>
      </w:r>
      <w:r w:rsidRPr="00265C4F">
        <w:rPr>
          <w:color w:val="000000"/>
          <w:u w:val="single"/>
        </w:rPr>
        <w:t xml:space="preserve"> Underlined: Not Present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  <w:u w:val="single"/>
        </w:rPr>
      </w:pPr>
    </w:p>
    <w:p w:rsidR="00CF44E9" w:rsidRDefault="00CF44E9" w:rsidP="00C2089F">
      <w:pPr>
        <w:autoSpaceDE w:val="0"/>
        <w:autoSpaceDN w:val="0"/>
        <w:adjustRightInd w:val="0"/>
        <w:rPr>
          <w:color w:val="000000"/>
        </w:rPr>
      </w:pPr>
      <w:r>
        <w:rPr>
          <w:b/>
          <w:bCs/>
          <w:color w:val="000000"/>
        </w:rPr>
        <w:t xml:space="preserve">MINUTES - </w:t>
      </w:r>
      <w:r>
        <w:rPr>
          <w:color w:val="000000"/>
        </w:rPr>
        <w:t>Alexandra Goldthwaite</w:t>
      </w:r>
      <w:r>
        <w:rPr>
          <w:color w:val="000000"/>
        </w:rPr>
        <w:t xml:space="preserve"> </w:t>
      </w:r>
      <w:r w:rsidR="008C2BEF">
        <w:rPr>
          <w:color w:val="000000"/>
        </w:rPr>
        <w:t>approved</w:t>
      </w:r>
      <w:bookmarkStart w:id="0" w:name="_GoBack"/>
      <w:bookmarkEnd w:id="0"/>
      <w:r>
        <w:rPr>
          <w:color w:val="000000"/>
        </w:rPr>
        <w:t xml:space="preserve"> the minutes for January and was seconded by Teresa Limon.</w:t>
      </w:r>
    </w:p>
    <w:p w:rsidR="00CF44E9" w:rsidRDefault="00CF44E9" w:rsidP="00C2089F">
      <w:pPr>
        <w:autoSpaceDE w:val="0"/>
        <w:autoSpaceDN w:val="0"/>
        <w:adjustRightInd w:val="0"/>
        <w:rPr>
          <w:b/>
          <w:bCs/>
          <w:color w:val="000000"/>
        </w:rPr>
      </w:pP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b/>
          <w:bCs/>
          <w:color w:val="000000"/>
        </w:rPr>
        <w:t>PRESIDENT’S REPORT</w:t>
      </w:r>
      <w:r w:rsidRPr="00265C4F">
        <w:rPr>
          <w:color w:val="000000"/>
        </w:rPr>
        <w:t xml:space="preserve"> –</w:t>
      </w:r>
      <w:r>
        <w:rPr>
          <w:color w:val="000000"/>
        </w:rPr>
        <w:t xml:space="preserve"> Shawn Collins</w:t>
      </w:r>
      <w:r w:rsidRPr="00265C4F">
        <w:rPr>
          <w:color w:val="000000"/>
        </w:rPr>
        <w:tab/>
      </w:r>
    </w:p>
    <w:p w:rsidR="00C2089F" w:rsidRPr="00265C4F" w:rsidRDefault="00CF44E9" w:rsidP="00C2089F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New Administrator, </w:t>
      </w:r>
      <w:r w:rsidRPr="00CF44E9">
        <w:rPr>
          <w:bCs/>
          <w:color w:val="000000"/>
        </w:rPr>
        <w:t xml:space="preserve">Michael </w:t>
      </w:r>
      <w:proofErr w:type="spellStart"/>
      <w:r w:rsidRPr="00CF44E9">
        <w:rPr>
          <w:bCs/>
          <w:color w:val="000000"/>
        </w:rPr>
        <w:t>Krebsbach</w:t>
      </w:r>
      <w:proofErr w:type="spellEnd"/>
      <w:r>
        <w:rPr>
          <w:bCs/>
          <w:color w:val="000000"/>
        </w:rPr>
        <w:t>, was hired</w:t>
      </w:r>
      <w:r w:rsidR="005A5BC2">
        <w:rPr>
          <w:bCs/>
          <w:color w:val="000000"/>
        </w:rPr>
        <w:t>.</w:t>
      </w:r>
    </w:p>
    <w:p w:rsidR="00C2089F" w:rsidRDefault="005A5BC2" w:rsidP="00C2089F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Renewing members, if we are at 85% by March 1</w:t>
      </w:r>
      <w:r w:rsidRPr="005A5BC2">
        <w:rPr>
          <w:color w:val="000000"/>
          <w:vertAlign w:val="superscript"/>
        </w:rPr>
        <w:t>st</w:t>
      </w:r>
      <w:r>
        <w:rPr>
          <w:color w:val="000000"/>
        </w:rPr>
        <w:t xml:space="preserve"> National will pay us $10 per member.</w:t>
      </w:r>
    </w:p>
    <w:p w:rsidR="00C2089F" w:rsidRDefault="005A5BC2" w:rsidP="00C2089F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Mixers will be quarterly instead of monthly; Bev to reach out to YPN again.</w:t>
      </w:r>
    </w:p>
    <w:p w:rsidR="00C2089F" w:rsidRDefault="005A5BC2" w:rsidP="00C2089F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Directory for 2014 is 95% finished a final draft will be ready within a couple of days.</w:t>
      </w:r>
    </w:p>
    <w:p w:rsidR="00C2089F" w:rsidRDefault="005A5BC2" w:rsidP="00C2089F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Easter Basket fund raiser proceeds will go to Habitat </w:t>
      </w:r>
      <w:r w:rsidR="00FA1B39">
        <w:rPr>
          <w:color w:val="000000"/>
        </w:rPr>
        <w:t>for</w:t>
      </w:r>
      <w:r>
        <w:rPr>
          <w:color w:val="000000"/>
        </w:rPr>
        <w:t xml:space="preserve"> Humanity &amp; Next Move and </w:t>
      </w:r>
      <w:r w:rsidR="00FA1B39">
        <w:rPr>
          <w:color w:val="000000"/>
        </w:rPr>
        <w:t xml:space="preserve">they </w:t>
      </w:r>
      <w:r>
        <w:rPr>
          <w:color w:val="000000"/>
        </w:rPr>
        <w:t>will be present at the March luncheon.</w:t>
      </w:r>
    </w:p>
    <w:p w:rsidR="00CA2709" w:rsidRDefault="00CA2709" w:rsidP="00C2089F">
      <w:pPr>
        <w:autoSpaceDE w:val="0"/>
        <w:autoSpaceDN w:val="0"/>
        <w:adjustRightInd w:val="0"/>
        <w:rPr>
          <w:b/>
          <w:bCs/>
          <w:color w:val="000000"/>
        </w:rPr>
      </w:pPr>
    </w:p>
    <w:p w:rsidR="00CA2709" w:rsidRDefault="00CA2709" w:rsidP="00C2089F">
      <w:pPr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TREASURER’S </w:t>
      </w:r>
      <w:proofErr w:type="gramStart"/>
      <w:r>
        <w:rPr>
          <w:b/>
          <w:bCs/>
          <w:color w:val="000000"/>
        </w:rPr>
        <w:t xml:space="preserve">REPORT  </w:t>
      </w:r>
      <w:r w:rsidRPr="00CA2709">
        <w:rPr>
          <w:bCs/>
          <w:color w:val="000000"/>
        </w:rPr>
        <w:t>-</w:t>
      </w:r>
      <w:proofErr w:type="gramEnd"/>
      <w:r w:rsidRPr="00CA2709">
        <w:rPr>
          <w:bCs/>
          <w:color w:val="000000"/>
        </w:rPr>
        <w:t xml:space="preserve"> </w:t>
      </w:r>
      <w:r>
        <w:rPr>
          <w:bCs/>
          <w:color w:val="000000"/>
        </w:rPr>
        <w:t>Shawn Collins</w:t>
      </w:r>
    </w:p>
    <w:p w:rsidR="00CA2709" w:rsidRPr="00CA2709" w:rsidRDefault="00CA2709" w:rsidP="00C2089F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Michael</w:t>
      </w:r>
      <w:r w:rsidRPr="00CA2709">
        <w:rPr>
          <w:bCs/>
          <w:color w:val="000000"/>
        </w:rPr>
        <w:t xml:space="preserve"> </w:t>
      </w:r>
      <w:r>
        <w:rPr>
          <w:bCs/>
          <w:color w:val="000000"/>
        </w:rPr>
        <w:t>will help Janet with data entry. We need to hire a bookkeeper to assist Janet for 1 hour per month @$45 per hour.</w:t>
      </w:r>
    </w:p>
    <w:p w:rsidR="00C2089F" w:rsidRDefault="00C2089F" w:rsidP="00C2089F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265C4F">
        <w:rPr>
          <w:b/>
          <w:bCs/>
          <w:color w:val="000000"/>
        </w:rPr>
        <w:lastRenderedPageBreak/>
        <w:t>EDUCATI</w:t>
      </w:r>
      <w:r>
        <w:rPr>
          <w:b/>
          <w:bCs/>
          <w:color w:val="000000"/>
        </w:rPr>
        <w:t>ON CHAIR</w:t>
      </w:r>
      <w:r w:rsidRPr="00735FAE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– </w:t>
      </w:r>
      <w:r>
        <w:rPr>
          <w:color w:val="000000"/>
        </w:rPr>
        <w:t>Alexandra Goldthwaite</w:t>
      </w:r>
    </w:p>
    <w:p w:rsidR="00C2089F" w:rsidRPr="00265C4F" w:rsidRDefault="00CA2709" w:rsidP="00C2089F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The Fair Housing class </w:t>
      </w:r>
      <w:r w:rsidR="008C2BEF">
        <w:rPr>
          <w:color w:val="000000"/>
          <w:sz w:val="22"/>
          <w:szCs w:val="22"/>
        </w:rPr>
        <w:t>was</w:t>
      </w:r>
      <w:r>
        <w:rPr>
          <w:color w:val="000000"/>
          <w:sz w:val="22"/>
          <w:szCs w:val="22"/>
        </w:rPr>
        <w:t xml:space="preserve"> approved by NARPM</w:t>
      </w:r>
      <w:r w:rsidR="00FF1F9F">
        <w:rPr>
          <w:color w:val="000000"/>
          <w:sz w:val="22"/>
          <w:szCs w:val="22"/>
        </w:rPr>
        <w:t xml:space="preserve">. We may need another building for the </w:t>
      </w:r>
      <w:r w:rsidR="00C64E42">
        <w:rPr>
          <w:color w:val="000000"/>
          <w:sz w:val="22"/>
          <w:szCs w:val="22"/>
        </w:rPr>
        <w:t xml:space="preserve">April </w:t>
      </w:r>
      <w:r w:rsidR="00FF1F9F">
        <w:rPr>
          <w:color w:val="000000"/>
          <w:sz w:val="22"/>
          <w:szCs w:val="22"/>
        </w:rPr>
        <w:t>self-defense class.</w:t>
      </w:r>
      <w:r w:rsidR="009D1179">
        <w:rPr>
          <w:color w:val="000000"/>
          <w:sz w:val="22"/>
          <w:szCs w:val="22"/>
        </w:rPr>
        <w:t xml:space="preserve"> Tom Hogan and </w:t>
      </w:r>
      <w:proofErr w:type="spellStart"/>
      <w:r w:rsidR="009D1179">
        <w:rPr>
          <w:color w:val="000000"/>
          <w:sz w:val="22"/>
          <w:szCs w:val="22"/>
        </w:rPr>
        <w:t>ServePro</w:t>
      </w:r>
      <w:proofErr w:type="spellEnd"/>
      <w:r w:rsidR="009D1179">
        <w:rPr>
          <w:color w:val="000000"/>
          <w:sz w:val="22"/>
          <w:szCs w:val="22"/>
        </w:rPr>
        <w:t xml:space="preserve"> want to hold a class for </w:t>
      </w:r>
      <w:proofErr w:type="spellStart"/>
      <w:r w:rsidR="009D1179">
        <w:rPr>
          <w:color w:val="000000"/>
          <w:sz w:val="22"/>
          <w:szCs w:val="22"/>
        </w:rPr>
        <w:t>SacNARPM</w:t>
      </w:r>
      <w:proofErr w:type="spellEnd"/>
      <w:r w:rsidR="009D1179">
        <w:rPr>
          <w:color w:val="000000"/>
          <w:sz w:val="22"/>
          <w:szCs w:val="22"/>
        </w:rPr>
        <w:t>.</w:t>
      </w:r>
      <w:r w:rsidR="00C64E42">
        <w:rPr>
          <w:color w:val="000000"/>
          <w:sz w:val="22"/>
          <w:szCs w:val="22"/>
        </w:rPr>
        <w:t xml:space="preserve"> 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</w:p>
    <w:p w:rsidR="009D1179" w:rsidRDefault="009D1179" w:rsidP="00C2089F">
      <w:pPr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PUBLICATION CHAIR – </w:t>
      </w:r>
    </w:p>
    <w:p w:rsidR="00C64E42" w:rsidRPr="00C64E42" w:rsidRDefault="00C64E42" w:rsidP="00C64E42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 xml:space="preserve">It was suggested to publish 2 newsletters per month and to </w:t>
      </w:r>
      <w:r w:rsidR="009D1179" w:rsidRPr="00C64E42">
        <w:rPr>
          <w:bCs/>
          <w:color w:val="000000"/>
        </w:rPr>
        <w:t xml:space="preserve">add </w:t>
      </w:r>
      <w:r>
        <w:rPr>
          <w:bCs/>
          <w:color w:val="000000"/>
        </w:rPr>
        <w:t>the following sections to</w:t>
      </w:r>
      <w:r w:rsidR="008C2BEF">
        <w:rPr>
          <w:bCs/>
          <w:color w:val="000000"/>
        </w:rPr>
        <w:t xml:space="preserve"> it</w:t>
      </w:r>
      <w:r>
        <w:rPr>
          <w:bCs/>
          <w:color w:val="000000"/>
        </w:rPr>
        <w:t xml:space="preserve">: </w:t>
      </w:r>
      <w:r w:rsidR="009D1179" w:rsidRPr="00C64E42">
        <w:rPr>
          <w:bCs/>
          <w:color w:val="000000"/>
        </w:rPr>
        <w:t xml:space="preserve"> New Members &amp; Affiliates</w:t>
      </w:r>
      <w:r>
        <w:rPr>
          <w:bCs/>
          <w:color w:val="000000"/>
        </w:rPr>
        <w:t>, Realtor Perspective</w:t>
      </w:r>
      <w:proofErr w:type="gramStart"/>
      <w:r>
        <w:rPr>
          <w:bCs/>
          <w:color w:val="000000"/>
        </w:rPr>
        <w:t xml:space="preserve">, </w:t>
      </w:r>
      <w:r w:rsidRPr="00C64E42">
        <w:rPr>
          <w:bCs/>
          <w:color w:val="000000"/>
        </w:rPr>
        <w:t xml:space="preserve"> “</w:t>
      </w:r>
      <w:proofErr w:type="gramEnd"/>
      <w:r w:rsidRPr="00C64E42">
        <w:rPr>
          <w:bCs/>
          <w:color w:val="000000"/>
        </w:rPr>
        <w:t>Bed Bug Remedy” (use diatomaceous earth)</w:t>
      </w:r>
      <w:r>
        <w:rPr>
          <w:bCs/>
          <w:color w:val="000000"/>
        </w:rPr>
        <w:t xml:space="preserve">, </w:t>
      </w:r>
    </w:p>
    <w:p w:rsidR="00FA1B39" w:rsidRPr="009D1179" w:rsidRDefault="00FA1B39" w:rsidP="00C2089F">
      <w:pPr>
        <w:autoSpaceDE w:val="0"/>
        <w:autoSpaceDN w:val="0"/>
        <w:adjustRightInd w:val="0"/>
        <w:rPr>
          <w:bCs/>
          <w:color w:val="000000"/>
        </w:rPr>
      </w:pPr>
    </w:p>
    <w:p w:rsidR="00C2089F" w:rsidRDefault="00C2089F" w:rsidP="00C2089F">
      <w:pPr>
        <w:autoSpaceDE w:val="0"/>
        <w:autoSpaceDN w:val="0"/>
        <w:adjustRightInd w:val="0"/>
        <w:rPr>
          <w:color w:val="000000"/>
        </w:rPr>
      </w:pPr>
      <w:r w:rsidRPr="00265C4F">
        <w:rPr>
          <w:b/>
          <w:bCs/>
          <w:color w:val="000000"/>
        </w:rPr>
        <w:t>AFFILIATE CHAIR</w:t>
      </w:r>
      <w:r w:rsidRPr="00265C4F">
        <w:rPr>
          <w:color w:val="000000"/>
        </w:rPr>
        <w:t xml:space="preserve"> – </w:t>
      </w:r>
      <w:r w:rsidR="00FF1F9F">
        <w:rPr>
          <w:color w:val="000000"/>
        </w:rPr>
        <w:t xml:space="preserve">Amanda Rawls </w:t>
      </w:r>
    </w:p>
    <w:p w:rsidR="00C2089F" w:rsidRDefault="00FF1F9F" w:rsidP="00C2089F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Amanda would like take on more responsibility by contacting new members</w:t>
      </w:r>
      <w:r w:rsidR="008C2BEF">
        <w:rPr>
          <w:color w:val="000000"/>
        </w:rPr>
        <w:t>, sending them a letter with a calendar.</w:t>
      </w:r>
    </w:p>
    <w:p w:rsidR="00C2089F" w:rsidRDefault="00C2089F" w:rsidP="00C2089F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C2089F" w:rsidRPr="00265C4F" w:rsidRDefault="00C2089F" w:rsidP="00C2089F">
      <w:pPr>
        <w:autoSpaceDE w:val="0"/>
        <w:autoSpaceDN w:val="0"/>
        <w:adjustRightInd w:val="0"/>
        <w:jc w:val="both"/>
        <w:rPr>
          <w:color w:val="000000"/>
        </w:rPr>
      </w:pPr>
      <w:r w:rsidRPr="00265C4F">
        <w:rPr>
          <w:b/>
          <w:bCs/>
          <w:color w:val="000000"/>
        </w:rPr>
        <w:t>MEMBERSHIP CHAIR</w:t>
      </w:r>
      <w:r w:rsidRPr="00265C4F">
        <w:rPr>
          <w:color w:val="000000"/>
        </w:rPr>
        <w:t xml:space="preserve"> – </w:t>
      </w:r>
      <w:r>
        <w:rPr>
          <w:color w:val="000000"/>
        </w:rPr>
        <w:t xml:space="preserve">Michelle Wight / </w:t>
      </w:r>
      <w:proofErr w:type="spellStart"/>
      <w:r>
        <w:rPr>
          <w:color w:val="000000"/>
        </w:rPr>
        <w:t>Leilani</w:t>
      </w:r>
      <w:proofErr w:type="spellEnd"/>
      <w:r>
        <w:rPr>
          <w:color w:val="000000"/>
        </w:rPr>
        <w:t xml:space="preserve"> Rosenblatt</w:t>
      </w:r>
    </w:p>
    <w:p w:rsidR="00C2089F" w:rsidRPr="00265C4F" w:rsidRDefault="00FF1F9F" w:rsidP="00C2089F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The </w:t>
      </w:r>
      <w:r w:rsidR="009069ED">
        <w:rPr>
          <w:color w:val="000000"/>
        </w:rPr>
        <w:t xml:space="preserve">Home and </w:t>
      </w:r>
      <w:r>
        <w:rPr>
          <w:color w:val="000000"/>
        </w:rPr>
        <w:t>Landscape</w:t>
      </w:r>
      <w:r w:rsidR="009069ED">
        <w:rPr>
          <w:color w:val="000000"/>
        </w:rPr>
        <w:t xml:space="preserve"> Expo resulted in 2 new </w:t>
      </w:r>
      <w:r w:rsidR="00F45EBD">
        <w:rPr>
          <w:color w:val="000000"/>
        </w:rPr>
        <w:t>affiliates</w:t>
      </w:r>
      <w:r w:rsidR="009069ED">
        <w:rPr>
          <w:color w:val="000000"/>
        </w:rPr>
        <w:t xml:space="preserve"> and 2 new members. We have 52 new members since August 2013 for a total of 153. </w:t>
      </w:r>
      <w:r>
        <w:rPr>
          <w:color w:val="000000"/>
        </w:rPr>
        <w:t>It was suggested to advertise in the Neighborhood Newspapers in 4 areas</w:t>
      </w:r>
      <w:r w:rsidR="009069ED">
        <w:rPr>
          <w:color w:val="000000"/>
        </w:rPr>
        <w:t xml:space="preserve"> at a cost of $200 for </w:t>
      </w:r>
      <w:r w:rsidR="00F45EBD">
        <w:rPr>
          <w:color w:val="000000"/>
        </w:rPr>
        <w:t>a ½</w:t>
      </w:r>
      <w:r w:rsidR="009069ED">
        <w:rPr>
          <w:color w:val="000000"/>
        </w:rPr>
        <w:t xml:space="preserve"> page ad and in a Real Estate Quarterly (May &amp; August) at a cost of $200 for a ¼ page ad.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</w:p>
    <w:p w:rsidR="00826FE7" w:rsidRDefault="00826FE7" w:rsidP="00826FE7">
      <w:pPr>
        <w:shd w:val="clear" w:color="000000" w:fill="FFFFFF"/>
        <w:autoSpaceDE w:val="0"/>
        <w:autoSpaceDN w:val="0"/>
        <w:adjustRightInd w:val="0"/>
        <w:spacing w:before="75" w:after="48"/>
        <w:jc w:val="both"/>
        <w:rPr>
          <w:color w:val="000000"/>
        </w:rPr>
      </w:pPr>
      <w:r>
        <w:rPr>
          <w:b/>
          <w:bCs/>
          <w:color w:val="202020"/>
        </w:rPr>
        <w:t>SOC</w:t>
      </w:r>
      <w:r w:rsidR="00800EA6">
        <w:rPr>
          <w:b/>
          <w:bCs/>
          <w:color w:val="202020"/>
        </w:rPr>
        <w:t xml:space="preserve">IAL MEDIA CHAIR - </w:t>
      </w:r>
      <w:r w:rsidR="00800EA6" w:rsidRPr="00265C4F">
        <w:rPr>
          <w:color w:val="000000"/>
        </w:rPr>
        <w:t xml:space="preserve">Andy </w:t>
      </w:r>
      <w:proofErr w:type="spellStart"/>
      <w:r w:rsidR="00800EA6" w:rsidRPr="00265C4F">
        <w:rPr>
          <w:color w:val="000000"/>
        </w:rPr>
        <w:t>Pokorny</w:t>
      </w:r>
      <w:proofErr w:type="spellEnd"/>
      <w:r w:rsidR="00800EA6">
        <w:rPr>
          <w:color w:val="000000"/>
        </w:rPr>
        <w:t xml:space="preserve"> / Christina Emphasis</w:t>
      </w:r>
    </w:p>
    <w:p w:rsidR="00800EA6" w:rsidRDefault="00800EA6" w:rsidP="00FA1B39">
      <w:pPr>
        <w:shd w:val="clear" w:color="000000" w:fill="FFFFFF"/>
        <w:autoSpaceDE w:val="0"/>
        <w:autoSpaceDN w:val="0"/>
        <w:adjustRightInd w:val="0"/>
        <w:spacing w:after="48"/>
        <w:jc w:val="both"/>
        <w:rPr>
          <w:color w:val="000000"/>
        </w:rPr>
      </w:pPr>
      <w:r>
        <w:rPr>
          <w:color w:val="000000"/>
        </w:rPr>
        <w:t>C</w:t>
      </w:r>
      <w:r w:rsidR="00826FE7">
        <w:rPr>
          <w:color w:val="000000"/>
        </w:rPr>
        <w:t>a</w:t>
      </w:r>
      <w:r>
        <w:rPr>
          <w:color w:val="000000"/>
        </w:rPr>
        <w:t xml:space="preserve">tenantlaw.com has the Tenant’s Rights &amp; Responsibility form. </w:t>
      </w:r>
      <w:r w:rsidR="009D1179">
        <w:rPr>
          <w:color w:val="000000"/>
        </w:rPr>
        <w:t>They d</w:t>
      </w:r>
      <w:r>
        <w:rPr>
          <w:color w:val="000000"/>
        </w:rPr>
        <w:t xml:space="preserve">iscussed ways to promote </w:t>
      </w:r>
      <w:proofErr w:type="spellStart"/>
      <w:r>
        <w:rPr>
          <w:color w:val="000000"/>
        </w:rPr>
        <w:t>SacNARPM</w:t>
      </w:r>
      <w:proofErr w:type="spellEnd"/>
      <w:r>
        <w:rPr>
          <w:color w:val="000000"/>
        </w:rPr>
        <w:t xml:space="preserve"> through SAR, Women’s Counsel</w:t>
      </w:r>
      <w:r w:rsidR="00F45EBD">
        <w:rPr>
          <w:color w:val="000000"/>
        </w:rPr>
        <w:t xml:space="preserve">, </w:t>
      </w:r>
      <w:proofErr w:type="spellStart"/>
      <w:r w:rsidR="00F45EBD">
        <w:rPr>
          <w:color w:val="000000"/>
        </w:rPr>
        <w:t>Utube</w:t>
      </w:r>
      <w:proofErr w:type="spellEnd"/>
      <w:r w:rsidR="00F45EBD">
        <w:rPr>
          <w:color w:val="000000"/>
        </w:rPr>
        <w:t>, and S</w:t>
      </w:r>
      <w:r>
        <w:rPr>
          <w:color w:val="000000"/>
        </w:rPr>
        <w:t>ponsor lunches.</w:t>
      </w:r>
    </w:p>
    <w:p w:rsidR="009D1179" w:rsidRPr="00800EA6" w:rsidRDefault="009D1179" w:rsidP="00C2089F">
      <w:pPr>
        <w:shd w:val="clear" w:color="000000" w:fill="FFFFFF"/>
        <w:autoSpaceDE w:val="0"/>
        <w:autoSpaceDN w:val="0"/>
        <w:adjustRightInd w:val="0"/>
        <w:spacing w:before="75" w:after="48"/>
        <w:rPr>
          <w:bCs/>
          <w:color w:val="202020"/>
        </w:rPr>
      </w:pPr>
    </w:p>
    <w:p w:rsidR="00C2089F" w:rsidRPr="00265C4F" w:rsidRDefault="00C2089F" w:rsidP="00C2089F">
      <w:pPr>
        <w:shd w:val="clear" w:color="000000" w:fill="FFFFFF"/>
        <w:autoSpaceDE w:val="0"/>
        <w:autoSpaceDN w:val="0"/>
        <w:adjustRightInd w:val="0"/>
        <w:spacing w:before="75" w:after="48"/>
        <w:rPr>
          <w:b/>
          <w:bCs/>
          <w:color w:val="202020"/>
        </w:rPr>
      </w:pPr>
      <w:r w:rsidRPr="00265C4F">
        <w:rPr>
          <w:b/>
          <w:bCs/>
          <w:color w:val="202020"/>
        </w:rPr>
        <w:t>ETHICS DISCUSSION-</w:t>
      </w:r>
    </w:p>
    <w:p w:rsidR="00C2089F" w:rsidRPr="00265C4F" w:rsidRDefault="00C2089F" w:rsidP="00C2089F">
      <w:pPr>
        <w:shd w:val="clear" w:color="000000" w:fill="FFFFFF"/>
        <w:autoSpaceDE w:val="0"/>
        <w:autoSpaceDN w:val="0"/>
        <w:adjustRightInd w:val="0"/>
        <w:spacing w:before="100" w:after="100"/>
        <w:rPr>
          <w:rFonts w:ascii="Helvetica" w:hAnsi="Helvetica" w:cs="Helvetica"/>
          <w:color w:val="000000"/>
          <w:sz w:val="18"/>
          <w:szCs w:val="18"/>
        </w:rPr>
      </w:pPr>
      <w:r w:rsidRPr="00265C4F">
        <w:rPr>
          <w:rFonts w:ascii="Helvetica" w:hAnsi="Helvetica" w:cs="Helvetica"/>
          <w:b/>
          <w:bCs/>
          <w:i/>
          <w:iCs/>
          <w:color w:val="000000"/>
          <w:sz w:val="18"/>
          <w:szCs w:val="18"/>
        </w:rPr>
        <w:t>NARPM® Professional Members shall refrain from criticizing other property managers or their business practices</w:t>
      </w:r>
      <w:r w:rsidRPr="00265C4F">
        <w:rPr>
          <w:rFonts w:ascii="Helvetica" w:hAnsi="Helvetica" w:cs="Helvetica"/>
          <w:color w:val="000000"/>
          <w:sz w:val="18"/>
          <w:szCs w:val="18"/>
        </w:rPr>
        <w:t>.</w:t>
      </w:r>
    </w:p>
    <w:p w:rsidR="00800EA6" w:rsidRDefault="00800EA6" w:rsidP="00800EA6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Ethics, we reviewed Article 1: </w:t>
      </w:r>
      <w:r w:rsidRPr="00CA2709">
        <w:rPr>
          <w:i/>
          <w:color w:val="000000"/>
        </w:rPr>
        <w:t xml:space="preserve">Responsibility </w:t>
      </w:r>
      <w:proofErr w:type="gramStart"/>
      <w:r w:rsidRPr="00CA2709">
        <w:rPr>
          <w:i/>
          <w:color w:val="000000"/>
        </w:rPr>
        <w:t>To Protect The</w:t>
      </w:r>
      <w:proofErr w:type="gramEnd"/>
      <w:r w:rsidRPr="00CA2709">
        <w:rPr>
          <w:i/>
          <w:color w:val="000000"/>
        </w:rPr>
        <w:t xml:space="preserve"> Public</w:t>
      </w:r>
      <w:r>
        <w:rPr>
          <w:i/>
          <w:color w:val="000000"/>
        </w:rPr>
        <w:t xml:space="preserve"> </w:t>
      </w:r>
      <w:r>
        <w:rPr>
          <w:color w:val="000000"/>
        </w:rPr>
        <w:t>from the NARPM Code of Ethics. We will review one article at each board meeting.</w:t>
      </w:r>
    </w:p>
    <w:p w:rsidR="00C2089F" w:rsidRDefault="00C2089F" w:rsidP="00C2089F">
      <w:pPr>
        <w:autoSpaceDE w:val="0"/>
        <w:autoSpaceDN w:val="0"/>
        <w:adjustRightInd w:val="0"/>
        <w:rPr>
          <w:color w:val="000000"/>
        </w:rPr>
      </w:pPr>
    </w:p>
    <w:p w:rsidR="00C2089F" w:rsidRPr="006221D9" w:rsidRDefault="00C2089F" w:rsidP="00C2089F">
      <w:pPr>
        <w:autoSpaceDE w:val="0"/>
        <w:autoSpaceDN w:val="0"/>
        <w:adjustRightInd w:val="0"/>
        <w:rPr>
          <w:b/>
          <w:color w:val="000000"/>
        </w:rPr>
      </w:pPr>
      <w:r w:rsidRPr="006221D9">
        <w:rPr>
          <w:b/>
          <w:color w:val="000000"/>
        </w:rPr>
        <w:t>OTHER ITEMS DISCUSSED:</w:t>
      </w:r>
    </w:p>
    <w:p w:rsidR="00C64E42" w:rsidRPr="00C64E42" w:rsidRDefault="008C2BEF" w:rsidP="00C64E42">
      <w:pPr>
        <w:pStyle w:val="ListParagraph"/>
        <w:numPr>
          <w:ilvl w:val="0"/>
          <w:numId w:val="22"/>
        </w:num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Shawn r</w:t>
      </w:r>
      <w:r w:rsidR="00C64E42" w:rsidRPr="00C64E42">
        <w:rPr>
          <w:bCs/>
          <w:color w:val="000000"/>
        </w:rPr>
        <w:t xml:space="preserve">equested updates from committees to be emailed to </w:t>
      </w:r>
      <w:r>
        <w:rPr>
          <w:bCs/>
          <w:color w:val="000000"/>
        </w:rPr>
        <w:t>s</w:t>
      </w:r>
      <w:r w:rsidR="00C64E42" w:rsidRPr="00C64E42">
        <w:rPr>
          <w:bCs/>
          <w:color w:val="000000"/>
        </w:rPr>
        <w:t>acnarpm@gmail.com.</w:t>
      </w:r>
    </w:p>
    <w:p w:rsidR="009069ED" w:rsidRPr="00F45EBD" w:rsidRDefault="009069ED" w:rsidP="00BA0114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 w:val="22"/>
          <w:szCs w:val="22"/>
        </w:rPr>
        <w:t xml:space="preserve">Shawn is looking for mentors for new members on a local level and plans to divide it up </w:t>
      </w:r>
      <w:r w:rsidR="008C2BEF">
        <w:rPr>
          <w:color w:val="000000"/>
          <w:sz w:val="22"/>
          <w:szCs w:val="22"/>
        </w:rPr>
        <w:t>between</w:t>
      </w:r>
      <w:r>
        <w:rPr>
          <w:color w:val="000000"/>
          <w:sz w:val="22"/>
          <w:szCs w:val="22"/>
        </w:rPr>
        <w:t xml:space="preserve"> the board members</w:t>
      </w:r>
      <w:r w:rsidR="00800EA6">
        <w:rPr>
          <w:color w:val="000000"/>
          <w:sz w:val="22"/>
          <w:szCs w:val="22"/>
        </w:rPr>
        <w:t>.</w:t>
      </w:r>
    </w:p>
    <w:p w:rsidR="00F45EBD" w:rsidRPr="00325E12" w:rsidRDefault="00F45EBD" w:rsidP="00BA0114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 w:val="22"/>
          <w:szCs w:val="22"/>
        </w:rPr>
        <w:t>Derek updated the board on the</w:t>
      </w:r>
      <w:r w:rsidR="008C2BEF">
        <w:rPr>
          <w:color w:val="000000"/>
          <w:sz w:val="22"/>
          <w:szCs w:val="22"/>
        </w:rPr>
        <w:t xml:space="preserve"> additional cost for the</w:t>
      </w:r>
      <w:r>
        <w:rPr>
          <w:color w:val="000000"/>
          <w:sz w:val="22"/>
          <w:szCs w:val="22"/>
        </w:rPr>
        <w:t xml:space="preserve"> Golf Tournament</w:t>
      </w:r>
      <w:r w:rsidR="008C2BEF">
        <w:rPr>
          <w:color w:val="000000"/>
          <w:sz w:val="22"/>
          <w:szCs w:val="22"/>
        </w:rPr>
        <w:t xml:space="preserve"> lunch</w:t>
      </w:r>
      <w:r>
        <w:rPr>
          <w:color w:val="000000"/>
          <w:sz w:val="22"/>
          <w:szCs w:val="22"/>
        </w:rPr>
        <w:t>. There is approximately a $900 difference. He also requested donations and sponsors.</w:t>
      </w:r>
    </w:p>
    <w:p w:rsidR="00C2089F" w:rsidRPr="00265C4F" w:rsidRDefault="00C2089F" w:rsidP="00C2089F">
      <w:pPr>
        <w:autoSpaceDE w:val="0"/>
        <w:autoSpaceDN w:val="0"/>
        <w:adjustRightInd w:val="0"/>
        <w:rPr>
          <w:color w:val="000000"/>
        </w:rPr>
      </w:pPr>
    </w:p>
    <w:p w:rsidR="00C2089F" w:rsidRPr="00265C4F" w:rsidRDefault="00C2089F" w:rsidP="00C2089F">
      <w:pPr>
        <w:autoSpaceDE w:val="0"/>
        <w:autoSpaceDN w:val="0"/>
        <w:adjustRightInd w:val="0"/>
        <w:rPr>
          <w:b/>
          <w:bCs/>
          <w:color w:val="000000"/>
        </w:rPr>
      </w:pPr>
      <w:r w:rsidRPr="00265C4F">
        <w:rPr>
          <w:b/>
          <w:bCs/>
          <w:color w:val="000000"/>
        </w:rPr>
        <w:t>ACTION ITEMS:</w:t>
      </w:r>
    </w:p>
    <w:p w:rsidR="00C2089F" w:rsidRPr="00265C4F" w:rsidRDefault="00C2089F" w:rsidP="00C2089F">
      <w:pPr>
        <w:autoSpaceDE w:val="0"/>
        <w:autoSpaceDN w:val="0"/>
        <w:adjustRightInd w:val="0"/>
        <w:rPr>
          <w:b/>
          <w:bCs/>
          <w:color w:val="000000"/>
        </w:rPr>
      </w:pPr>
    </w:p>
    <w:p w:rsidR="00C2089F" w:rsidRPr="00265C4F" w:rsidRDefault="00C2089F" w:rsidP="00C2089F">
      <w:pPr>
        <w:autoSpaceDE w:val="0"/>
        <w:autoSpaceDN w:val="0"/>
        <w:adjustRightInd w:val="0"/>
        <w:rPr>
          <w:b/>
          <w:bCs/>
          <w:color w:val="000000"/>
        </w:rPr>
      </w:pPr>
    </w:p>
    <w:p w:rsidR="00C2089F" w:rsidRPr="00265C4F" w:rsidRDefault="00C2089F" w:rsidP="00C2089F">
      <w:pPr>
        <w:autoSpaceDE w:val="0"/>
        <w:autoSpaceDN w:val="0"/>
        <w:adjustRightInd w:val="0"/>
        <w:rPr>
          <w:b/>
          <w:bCs/>
          <w:color w:val="000000"/>
        </w:rPr>
      </w:pPr>
      <w:r w:rsidRPr="00265C4F">
        <w:rPr>
          <w:b/>
          <w:bCs/>
          <w:color w:val="000000"/>
        </w:rPr>
        <w:t>APPROVED MOTIONS:</w:t>
      </w:r>
    </w:p>
    <w:p w:rsidR="00C2089F" w:rsidRPr="00265C4F" w:rsidRDefault="00C2089F" w:rsidP="00C2089F">
      <w:pPr>
        <w:shd w:val="clear" w:color="000000" w:fill="FFFFFF"/>
        <w:autoSpaceDE w:val="0"/>
        <w:autoSpaceDN w:val="0"/>
        <w:adjustRightInd w:val="0"/>
        <w:rPr>
          <w:b/>
          <w:bCs/>
          <w:color w:val="000000"/>
        </w:rPr>
      </w:pPr>
    </w:p>
    <w:p w:rsidR="00C2089F" w:rsidRPr="00265C4F" w:rsidRDefault="00C2089F" w:rsidP="00C2089F">
      <w:pPr>
        <w:shd w:val="clear" w:color="000000" w:fill="FFFFFF"/>
        <w:autoSpaceDE w:val="0"/>
        <w:autoSpaceDN w:val="0"/>
        <w:adjustRightInd w:val="0"/>
        <w:rPr>
          <w:b/>
          <w:bCs/>
          <w:color w:val="000000"/>
        </w:rPr>
      </w:pPr>
    </w:p>
    <w:p w:rsidR="00174F20" w:rsidRPr="00681D17" w:rsidRDefault="00C2089F" w:rsidP="008C2BEF">
      <w:pPr>
        <w:shd w:val="clear" w:color="000000" w:fill="FFFFFF"/>
        <w:autoSpaceDE w:val="0"/>
        <w:autoSpaceDN w:val="0"/>
        <w:adjustRightInd w:val="0"/>
        <w:spacing w:before="75" w:after="48"/>
        <w:rPr>
          <w:b/>
          <w:bCs/>
        </w:rPr>
      </w:pPr>
      <w:r w:rsidRPr="00265C4F">
        <w:rPr>
          <w:b/>
          <w:bCs/>
          <w:color w:val="202020"/>
          <w:sz w:val="33"/>
          <w:szCs w:val="33"/>
        </w:rPr>
        <w:t xml:space="preserve">Meeting adjourned at </w:t>
      </w:r>
      <w:r w:rsidR="00F45EBD">
        <w:rPr>
          <w:b/>
          <w:bCs/>
          <w:color w:val="202020"/>
          <w:sz w:val="33"/>
          <w:szCs w:val="33"/>
        </w:rPr>
        <w:t>11:00 AM</w:t>
      </w:r>
    </w:p>
    <w:sectPr w:rsidR="00174F20" w:rsidRPr="00681D17" w:rsidSect="005D7C2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56D" w:rsidRDefault="0071756D" w:rsidP="007D0285">
      <w:r>
        <w:separator/>
      </w:r>
    </w:p>
  </w:endnote>
  <w:endnote w:type="continuationSeparator" w:id="0">
    <w:p w:rsidR="0071756D" w:rsidRDefault="0071756D" w:rsidP="007D0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56D" w:rsidRDefault="0071756D" w:rsidP="007D0285">
      <w:r>
        <w:separator/>
      </w:r>
    </w:p>
  </w:footnote>
  <w:footnote w:type="continuationSeparator" w:id="0">
    <w:p w:rsidR="0071756D" w:rsidRDefault="0071756D" w:rsidP="007D02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8AA5E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1554D7B"/>
    <w:multiLevelType w:val="hybridMultilevel"/>
    <w:tmpl w:val="020007BE"/>
    <w:lvl w:ilvl="0" w:tplc="C5C6F48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82625B2"/>
    <w:multiLevelType w:val="hybridMultilevel"/>
    <w:tmpl w:val="3B1E60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A77B15"/>
    <w:multiLevelType w:val="multilevel"/>
    <w:tmpl w:val="3DBA6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389D1215"/>
    <w:multiLevelType w:val="hybridMultilevel"/>
    <w:tmpl w:val="C85CF8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3084E80"/>
    <w:multiLevelType w:val="hybridMultilevel"/>
    <w:tmpl w:val="9CDE6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32E6C68"/>
    <w:multiLevelType w:val="hybridMultilevel"/>
    <w:tmpl w:val="744AA480"/>
    <w:lvl w:ilvl="0" w:tplc="B010D45C">
      <w:start w:val="1"/>
      <w:numFmt w:val="decimal"/>
      <w:lvlText w:val="%1."/>
      <w:lvlJc w:val="left"/>
      <w:pPr>
        <w:ind w:left="810" w:hanging="4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503610"/>
    <w:multiLevelType w:val="hybridMultilevel"/>
    <w:tmpl w:val="8F0C52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F7322B4"/>
    <w:multiLevelType w:val="hybridMultilevel"/>
    <w:tmpl w:val="A9D24B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882EE8"/>
    <w:multiLevelType w:val="hybridMultilevel"/>
    <w:tmpl w:val="1C7E56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A50958"/>
    <w:multiLevelType w:val="multilevel"/>
    <w:tmpl w:val="419EC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59392F9F"/>
    <w:multiLevelType w:val="hybridMultilevel"/>
    <w:tmpl w:val="84226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FC3074C"/>
    <w:multiLevelType w:val="hybridMultilevel"/>
    <w:tmpl w:val="357680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F06594"/>
    <w:multiLevelType w:val="hybridMultilevel"/>
    <w:tmpl w:val="8A9293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450B8E"/>
    <w:multiLevelType w:val="hybridMultilevel"/>
    <w:tmpl w:val="B468A3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201637C"/>
    <w:multiLevelType w:val="hybridMultilevel"/>
    <w:tmpl w:val="41108A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A863D3F"/>
    <w:multiLevelType w:val="hybridMultilevel"/>
    <w:tmpl w:val="A8A0B010"/>
    <w:lvl w:ilvl="0" w:tplc="B010D45C">
      <w:start w:val="1"/>
      <w:numFmt w:val="decimal"/>
      <w:lvlText w:val="%1."/>
      <w:lvlJc w:val="left"/>
      <w:pPr>
        <w:ind w:left="810" w:hanging="4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C37FA1"/>
    <w:multiLevelType w:val="multilevel"/>
    <w:tmpl w:val="3F006A74"/>
    <w:lvl w:ilvl="0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7EA009CD"/>
    <w:multiLevelType w:val="hybridMultilevel"/>
    <w:tmpl w:val="46D6F1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  <w:num w:numId="5">
    <w:abstractNumId w:val="8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4"/>
  </w:num>
  <w:num w:numId="9">
    <w:abstractNumId w:val="18"/>
  </w:num>
  <w:num w:numId="10">
    <w:abstractNumId w:val="5"/>
  </w:num>
  <w:num w:numId="11">
    <w:abstractNumId w:val="2"/>
  </w:num>
  <w:num w:numId="12">
    <w:abstractNumId w:val="12"/>
  </w:num>
  <w:num w:numId="13">
    <w:abstractNumId w:val="11"/>
  </w:num>
  <w:num w:numId="14">
    <w:abstractNumId w:val="13"/>
  </w:num>
  <w:num w:numId="15">
    <w:abstractNumId w:val="15"/>
  </w:num>
  <w:num w:numId="16">
    <w:abstractNumId w:val="17"/>
  </w:num>
  <w:num w:numId="17">
    <w:abstractNumId w:val="3"/>
  </w:num>
  <w:num w:numId="18">
    <w:abstractNumId w:val="0"/>
  </w:num>
  <w:num w:numId="19">
    <w:abstractNumId w:val="10"/>
  </w:num>
  <w:num w:numId="20">
    <w:abstractNumId w:val="9"/>
  </w:num>
  <w:num w:numId="21">
    <w:abstractNumId w:val="6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FD8"/>
    <w:rsid w:val="0001454A"/>
    <w:rsid w:val="000530CC"/>
    <w:rsid w:val="000A6630"/>
    <w:rsid w:val="000A7480"/>
    <w:rsid w:val="000D4C92"/>
    <w:rsid w:val="000E0546"/>
    <w:rsid w:val="00134687"/>
    <w:rsid w:val="0015275F"/>
    <w:rsid w:val="00174F20"/>
    <w:rsid w:val="00175655"/>
    <w:rsid w:val="001955DA"/>
    <w:rsid w:val="001966A8"/>
    <w:rsid w:val="001D5AAF"/>
    <w:rsid w:val="001D69A4"/>
    <w:rsid w:val="001F064A"/>
    <w:rsid w:val="00203D61"/>
    <w:rsid w:val="00204EAC"/>
    <w:rsid w:val="002257DB"/>
    <w:rsid w:val="00233ADC"/>
    <w:rsid w:val="002C0E41"/>
    <w:rsid w:val="002E3C13"/>
    <w:rsid w:val="002F7533"/>
    <w:rsid w:val="00317D2A"/>
    <w:rsid w:val="00324768"/>
    <w:rsid w:val="003539C3"/>
    <w:rsid w:val="0037006E"/>
    <w:rsid w:val="003762E9"/>
    <w:rsid w:val="003925DA"/>
    <w:rsid w:val="003D45DE"/>
    <w:rsid w:val="0045601C"/>
    <w:rsid w:val="004610AC"/>
    <w:rsid w:val="00485CAF"/>
    <w:rsid w:val="004B0F09"/>
    <w:rsid w:val="005070D3"/>
    <w:rsid w:val="00536E18"/>
    <w:rsid w:val="00542BC8"/>
    <w:rsid w:val="00550751"/>
    <w:rsid w:val="00552419"/>
    <w:rsid w:val="00595FD8"/>
    <w:rsid w:val="005A3DE4"/>
    <w:rsid w:val="005A5BC2"/>
    <w:rsid w:val="005C1581"/>
    <w:rsid w:val="005D2C36"/>
    <w:rsid w:val="005D4641"/>
    <w:rsid w:val="005D7C2A"/>
    <w:rsid w:val="005F12BE"/>
    <w:rsid w:val="006307B3"/>
    <w:rsid w:val="00650B9B"/>
    <w:rsid w:val="00681D17"/>
    <w:rsid w:val="0069384E"/>
    <w:rsid w:val="006969F6"/>
    <w:rsid w:val="006B0A75"/>
    <w:rsid w:val="006C4EA8"/>
    <w:rsid w:val="0071756D"/>
    <w:rsid w:val="00721806"/>
    <w:rsid w:val="007312D5"/>
    <w:rsid w:val="007471A2"/>
    <w:rsid w:val="00751F45"/>
    <w:rsid w:val="007537E9"/>
    <w:rsid w:val="00775839"/>
    <w:rsid w:val="007907E1"/>
    <w:rsid w:val="007D0285"/>
    <w:rsid w:val="007D5E29"/>
    <w:rsid w:val="007F77D7"/>
    <w:rsid w:val="00800EA6"/>
    <w:rsid w:val="00807C9F"/>
    <w:rsid w:val="00826FE7"/>
    <w:rsid w:val="00855CEE"/>
    <w:rsid w:val="0086746C"/>
    <w:rsid w:val="00871521"/>
    <w:rsid w:val="008C2BEF"/>
    <w:rsid w:val="009069ED"/>
    <w:rsid w:val="009D1179"/>
    <w:rsid w:val="00A74CC9"/>
    <w:rsid w:val="00AE0584"/>
    <w:rsid w:val="00B1067D"/>
    <w:rsid w:val="00B17F90"/>
    <w:rsid w:val="00B443CA"/>
    <w:rsid w:val="00B56DD4"/>
    <w:rsid w:val="00BA0114"/>
    <w:rsid w:val="00C2089F"/>
    <w:rsid w:val="00C252E0"/>
    <w:rsid w:val="00C64E42"/>
    <w:rsid w:val="00C6724D"/>
    <w:rsid w:val="00C805AD"/>
    <w:rsid w:val="00CA2709"/>
    <w:rsid w:val="00CC77A9"/>
    <w:rsid w:val="00CE1C20"/>
    <w:rsid w:val="00CF44E9"/>
    <w:rsid w:val="00CF4BF1"/>
    <w:rsid w:val="00D44F46"/>
    <w:rsid w:val="00D67E35"/>
    <w:rsid w:val="00D747E2"/>
    <w:rsid w:val="00DE708E"/>
    <w:rsid w:val="00DF2F34"/>
    <w:rsid w:val="00E057BE"/>
    <w:rsid w:val="00E1087D"/>
    <w:rsid w:val="00E11CEA"/>
    <w:rsid w:val="00E31141"/>
    <w:rsid w:val="00E35803"/>
    <w:rsid w:val="00E72A8D"/>
    <w:rsid w:val="00EB5602"/>
    <w:rsid w:val="00F45EBD"/>
    <w:rsid w:val="00F64CBB"/>
    <w:rsid w:val="00FA0462"/>
    <w:rsid w:val="00FA1B39"/>
    <w:rsid w:val="00FC18F3"/>
    <w:rsid w:val="00FF1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List Bulle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C2A"/>
    <w:rPr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CF4BF1"/>
    <w:pPr>
      <w:spacing w:before="75" w:after="48"/>
      <w:outlineLvl w:val="1"/>
    </w:pPr>
    <w:rPr>
      <w:color w:val="202020"/>
      <w:sz w:val="33"/>
      <w:szCs w:val="33"/>
    </w:rPr>
  </w:style>
  <w:style w:type="paragraph" w:styleId="Heading4">
    <w:name w:val="heading 4"/>
    <w:basedOn w:val="Normal"/>
    <w:link w:val="Heading4Char"/>
    <w:uiPriority w:val="99"/>
    <w:qFormat/>
    <w:rsid w:val="00CF4BF1"/>
    <w:pPr>
      <w:spacing w:before="100" w:beforeAutospacing="1" w:after="100" w:afterAutospacing="1"/>
      <w:outlineLvl w:val="3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rPr>
      <w:rFonts w:ascii="Calibri" w:hAnsi="Calibri" w:cs="Calibri"/>
      <w:b/>
      <w:bCs/>
      <w:sz w:val="28"/>
      <w:szCs w:val="28"/>
    </w:rPr>
  </w:style>
  <w:style w:type="paragraph" w:styleId="NoSpacing">
    <w:name w:val="No Spacing"/>
    <w:uiPriority w:val="99"/>
    <w:qFormat/>
    <w:rsid w:val="002F7533"/>
    <w:rPr>
      <w:rFonts w:ascii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rsid w:val="00AE05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0546"/>
    <w:rPr>
      <w:sz w:val="2"/>
      <w:szCs w:val="2"/>
    </w:rPr>
  </w:style>
  <w:style w:type="paragraph" w:customStyle="1" w:styleId="msolistparagraph0">
    <w:name w:val="msolistparagraph"/>
    <w:basedOn w:val="Normal"/>
    <w:uiPriority w:val="99"/>
    <w:rsid w:val="00D44F46"/>
    <w:pPr>
      <w:spacing w:before="100" w:beforeAutospacing="1" w:after="100" w:afterAutospacing="1"/>
      <w:ind w:left="720"/>
    </w:pPr>
  </w:style>
  <w:style w:type="character" w:styleId="Hyperlink">
    <w:name w:val="Hyperlink"/>
    <w:basedOn w:val="DefaultParagraphFont"/>
    <w:uiPriority w:val="99"/>
    <w:rsid w:val="00681D1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7D02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0285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D02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0285"/>
    <w:rPr>
      <w:sz w:val="24"/>
      <w:szCs w:val="24"/>
    </w:rPr>
  </w:style>
  <w:style w:type="character" w:styleId="Strong">
    <w:name w:val="Strong"/>
    <w:basedOn w:val="DefaultParagraphFont"/>
    <w:uiPriority w:val="99"/>
    <w:qFormat/>
    <w:rsid w:val="00CF4BF1"/>
    <w:rPr>
      <w:b/>
      <w:bCs/>
    </w:rPr>
  </w:style>
  <w:style w:type="paragraph" w:styleId="NormalWeb">
    <w:name w:val="Normal (Web)"/>
    <w:basedOn w:val="Normal"/>
    <w:uiPriority w:val="99"/>
    <w:rsid w:val="00CF4BF1"/>
    <w:pPr>
      <w:spacing w:before="100" w:beforeAutospacing="1" w:after="100" w:afterAutospacing="1"/>
    </w:pPr>
  </w:style>
  <w:style w:type="paragraph" w:styleId="ListBullet">
    <w:name w:val="List Bullet"/>
    <w:basedOn w:val="Normal"/>
    <w:autoRedefine/>
    <w:uiPriority w:val="99"/>
    <w:rsid w:val="00550751"/>
    <w:pPr>
      <w:numPr>
        <w:numId w:val="16"/>
      </w:numPr>
      <w:tabs>
        <w:tab w:val="clear" w:pos="720"/>
        <w:tab w:val="num" w:pos="360"/>
      </w:tabs>
      <w:ind w:left="360"/>
    </w:pPr>
  </w:style>
  <w:style w:type="paragraph" w:styleId="ListParagraph">
    <w:name w:val="List Paragraph"/>
    <w:basedOn w:val="Normal"/>
    <w:uiPriority w:val="34"/>
    <w:qFormat/>
    <w:rsid w:val="00FA1B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List Bulle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C2A"/>
    <w:rPr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CF4BF1"/>
    <w:pPr>
      <w:spacing w:before="75" w:after="48"/>
      <w:outlineLvl w:val="1"/>
    </w:pPr>
    <w:rPr>
      <w:color w:val="202020"/>
      <w:sz w:val="33"/>
      <w:szCs w:val="33"/>
    </w:rPr>
  </w:style>
  <w:style w:type="paragraph" w:styleId="Heading4">
    <w:name w:val="heading 4"/>
    <w:basedOn w:val="Normal"/>
    <w:link w:val="Heading4Char"/>
    <w:uiPriority w:val="99"/>
    <w:qFormat/>
    <w:rsid w:val="00CF4BF1"/>
    <w:pPr>
      <w:spacing w:before="100" w:beforeAutospacing="1" w:after="100" w:afterAutospacing="1"/>
      <w:outlineLvl w:val="3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rPr>
      <w:rFonts w:ascii="Calibri" w:hAnsi="Calibri" w:cs="Calibri"/>
      <w:b/>
      <w:bCs/>
      <w:sz w:val="28"/>
      <w:szCs w:val="28"/>
    </w:rPr>
  </w:style>
  <w:style w:type="paragraph" w:styleId="NoSpacing">
    <w:name w:val="No Spacing"/>
    <w:uiPriority w:val="99"/>
    <w:qFormat/>
    <w:rsid w:val="002F7533"/>
    <w:rPr>
      <w:rFonts w:ascii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rsid w:val="00AE05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0546"/>
    <w:rPr>
      <w:sz w:val="2"/>
      <w:szCs w:val="2"/>
    </w:rPr>
  </w:style>
  <w:style w:type="paragraph" w:customStyle="1" w:styleId="msolistparagraph0">
    <w:name w:val="msolistparagraph"/>
    <w:basedOn w:val="Normal"/>
    <w:uiPriority w:val="99"/>
    <w:rsid w:val="00D44F46"/>
    <w:pPr>
      <w:spacing w:before="100" w:beforeAutospacing="1" w:after="100" w:afterAutospacing="1"/>
      <w:ind w:left="720"/>
    </w:pPr>
  </w:style>
  <w:style w:type="character" w:styleId="Hyperlink">
    <w:name w:val="Hyperlink"/>
    <w:basedOn w:val="DefaultParagraphFont"/>
    <w:uiPriority w:val="99"/>
    <w:rsid w:val="00681D1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7D02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0285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D02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0285"/>
    <w:rPr>
      <w:sz w:val="24"/>
      <w:szCs w:val="24"/>
    </w:rPr>
  </w:style>
  <w:style w:type="character" w:styleId="Strong">
    <w:name w:val="Strong"/>
    <w:basedOn w:val="DefaultParagraphFont"/>
    <w:uiPriority w:val="99"/>
    <w:qFormat/>
    <w:rsid w:val="00CF4BF1"/>
    <w:rPr>
      <w:b/>
      <w:bCs/>
    </w:rPr>
  </w:style>
  <w:style w:type="paragraph" w:styleId="NormalWeb">
    <w:name w:val="Normal (Web)"/>
    <w:basedOn w:val="Normal"/>
    <w:uiPriority w:val="99"/>
    <w:rsid w:val="00CF4BF1"/>
    <w:pPr>
      <w:spacing w:before="100" w:beforeAutospacing="1" w:after="100" w:afterAutospacing="1"/>
    </w:pPr>
  </w:style>
  <w:style w:type="paragraph" w:styleId="ListBullet">
    <w:name w:val="List Bullet"/>
    <w:basedOn w:val="Normal"/>
    <w:autoRedefine/>
    <w:uiPriority w:val="99"/>
    <w:rsid w:val="00550751"/>
    <w:pPr>
      <w:numPr>
        <w:numId w:val="16"/>
      </w:numPr>
      <w:tabs>
        <w:tab w:val="clear" w:pos="720"/>
        <w:tab w:val="num" w:pos="360"/>
      </w:tabs>
      <w:ind w:left="360"/>
    </w:pPr>
  </w:style>
  <w:style w:type="paragraph" w:styleId="ListParagraph">
    <w:name w:val="List Paragraph"/>
    <w:basedOn w:val="Normal"/>
    <w:uiPriority w:val="34"/>
    <w:qFormat/>
    <w:rsid w:val="00FA1B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085514"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5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085517">
              <w:marLeft w:val="0"/>
              <w:marRight w:val="0"/>
              <w:marTop w:val="0"/>
              <w:marBottom w:val="0"/>
              <w:divBdr>
                <w:top w:val="single" w:sz="6" w:space="0" w:color="EEEEEE"/>
                <w:left w:val="single" w:sz="6" w:space="0" w:color="EEEEEE"/>
                <w:bottom w:val="single" w:sz="6" w:space="0" w:color="EEEEEE"/>
                <w:right w:val="single" w:sz="6" w:space="0" w:color="EEEEEE"/>
              </w:divBdr>
              <w:divsChild>
                <w:div w:id="1217085520">
                  <w:marLeft w:val="0"/>
                  <w:marRight w:val="0"/>
                  <w:marTop w:val="0"/>
                  <w:marBottom w:val="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</w:div>
              </w:divsChild>
            </w:div>
          </w:divsChild>
        </w:div>
      </w:divsChild>
    </w:div>
    <w:div w:id="1217085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8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085516">
              <w:marLeft w:val="0"/>
              <w:marRight w:val="0"/>
              <w:marTop w:val="0"/>
              <w:marBottom w:val="0"/>
              <w:divBdr>
                <w:top w:val="single" w:sz="6" w:space="0" w:color="EEEEEE"/>
                <w:left w:val="single" w:sz="6" w:space="0" w:color="EEEEEE"/>
                <w:bottom w:val="single" w:sz="6" w:space="0" w:color="EEEEEE"/>
                <w:right w:val="single" w:sz="6" w:space="0" w:color="EEEEEE"/>
              </w:divBdr>
              <w:divsChild>
                <w:div w:id="1217085518">
                  <w:marLeft w:val="0"/>
                  <w:marRight w:val="0"/>
                  <w:marTop w:val="0"/>
                  <w:marBottom w:val="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</w:div>
              </w:divsChild>
            </w:div>
          </w:divsChild>
        </w:div>
      </w:divsChild>
    </w:div>
    <w:div w:id="1217085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8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085525">
              <w:marLeft w:val="0"/>
              <w:marRight w:val="0"/>
              <w:marTop w:val="0"/>
              <w:marBottom w:val="0"/>
              <w:divBdr>
                <w:top w:val="single" w:sz="6" w:space="0" w:color="EEEEEE"/>
                <w:left w:val="single" w:sz="6" w:space="0" w:color="EEEEEE"/>
                <w:bottom w:val="single" w:sz="6" w:space="0" w:color="EEEEEE"/>
                <w:right w:val="single" w:sz="6" w:space="0" w:color="EEEEEE"/>
              </w:divBdr>
              <w:divsChild>
                <w:div w:id="1217085522">
                  <w:marLeft w:val="0"/>
                  <w:marRight w:val="0"/>
                  <w:marTop w:val="0"/>
                  <w:marBottom w:val="0"/>
                  <w:divBdr>
                    <w:top w:val="single" w:sz="6" w:space="0" w:color="EEEEEE"/>
                    <w:left w:val="single" w:sz="6" w:space="0" w:color="EEEEEE"/>
                    <w:bottom w:val="single" w:sz="6" w:space="0" w:color="EEEEEE"/>
                    <w:right w:val="single" w:sz="6" w:space="0" w:color="EEEEEE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SDPM</Company>
  <LinksUpToDate>false</LinksUpToDate>
  <CharactersWithSpaces>3404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twhite</dc:creator>
  <cp:lastModifiedBy>steve</cp:lastModifiedBy>
  <cp:revision>4</cp:revision>
  <cp:lastPrinted>2014-01-10T04:41:00Z</cp:lastPrinted>
  <dcterms:created xsi:type="dcterms:W3CDTF">2014-03-02T21:31:00Z</dcterms:created>
  <dcterms:modified xsi:type="dcterms:W3CDTF">2014-03-02T23:18:00Z</dcterms:modified>
</cp:coreProperties>
</file>